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320" w:rsidRDefault="00821AE3" w:rsidP="005F1320">
      <w:pPr>
        <w:jc w:val="center"/>
        <w:rPr>
          <w:b/>
          <w:sz w:val="36"/>
        </w:rPr>
      </w:pPr>
      <w:r>
        <w:rPr>
          <w:b/>
          <w:sz w:val="36"/>
        </w:rPr>
        <w:t>Chapter 7</w:t>
      </w:r>
      <w:r w:rsidR="00BF030A">
        <w:rPr>
          <w:b/>
          <w:sz w:val="36"/>
        </w:rPr>
        <w:t xml:space="preserve"> Quiz Outline</w:t>
      </w:r>
    </w:p>
    <w:p w:rsidR="005F1320" w:rsidRDefault="005F1320" w:rsidP="005F1320">
      <w:pPr>
        <w:spacing w:after="0" w:line="240" w:lineRule="auto"/>
        <w:rPr>
          <w:sz w:val="28"/>
        </w:rPr>
      </w:pPr>
    </w:p>
    <w:p w:rsidR="00BF030A" w:rsidRPr="008E7944" w:rsidRDefault="00821AE3" w:rsidP="008E7944">
      <w:pPr>
        <w:numPr>
          <w:ilvl w:val="0"/>
          <w:numId w:val="4"/>
        </w:numPr>
        <w:rPr>
          <w:sz w:val="28"/>
        </w:rPr>
      </w:pPr>
      <w:r>
        <w:rPr>
          <w:b/>
          <w:sz w:val="28"/>
        </w:rPr>
        <w:t>Identifying Accounting Terms</w:t>
      </w:r>
      <w:r w:rsidR="00BF030A">
        <w:rPr>
          <w:sz w:val="28"/>
        </w:rPr>
        <w:br/>
        <w:t>(</w:t>
      </w:r>
      <w:r>
        <w:rPr>
          <w:sz w:val="28"/>
        </w:rPr>
        <w:t>7 terms)</w:t>
      </w:r>
      <w:r w:rsidR="00634EEF">
        <w:rPr>
          <w:sz w:val="28"/>
        </w:rPr>
        <w:t xml:space="preserve"> </w:t>
      </w:r>
    </w:p>
    <w:p w:rsidR="008E7944" w:rsidRDefault="00821AE3" w:rsidP="008E7944">
      <w:pPr>
        <w:numPr>
          <w:ilvl w:val="0"/>
          <w:numId w:val="4"/>
        </w:numPr>
        <w:rPr>
          <w:sz w:val="28"/>
        </w:rPr>
      </w:pPr>
      <w:r>
        <w:rPr>
          <w:b/>
          <w:sz w:val="28"/>
        </w:rPr>
        <w:t>Analyzing Preparing a Trial Balance on a Work Sheet</w:t>
      </w:r>
      <w:r w:rsidR="008E7944">
        <w:rPr>
          <w:sz w:val="28"/>
        </w:rPr>
        <w:br/>
        <w:t>(</w:t>
      </w:r>
      <w:r w:rsidR="00685DF2">
        <w:rPr>
          <w:sz w:val="28"/>
        </w:rPr>
        <w:t xml:space="preserve">ex. </w:t>
      </w:r>
      <w:r w:rsidR="006B7EFC">
        <w:rPr>
          <w:sz w:val="28"/>
        </w:rPr>
        <w:t>Decide if a trial balance for each account would be debit or cred</w:t>
      </w:r>
      <w:r w:rsidR="00232875">
        <w:rPr>
          <w:sz w:val="28"/>
        </w:rPr>
        <w:t>it</w:t>
      </w:r>
      <w:r w:rsidR="006B7EFC">
        <w:rPr>
          <w:sz w:val="28"/>
        </w:rPr>
        <w:t>)</w:t>
      </w:r>
    </w:p>
    <w:p w:rsidR="00BF030A" w:rsidRPr="004F5B1B" w:rsidRDefault="00685DF2" w:rsidP="00BF030A">
      <w:pPr>
        <w:numPr>
          <w:ilvl w:val="0"/>
          <w:numId w:val="4"/>
        </w:numPr>
        <w:rPr>
          <w:sz w:val="28"/>
        </w:rPr>
      </w:pPr>
      <w:r>
        <w:rPr>
          <w:b/>
          <w:sz w:val="28"/>
        </w:rPr>
        <w:t xml:space="preserve">Analyzing </w:t>
      </w:r>
      <w:r w:rsidR="00232875">
        <w:rPr>
          <w:b/>
          <w:sz w:val="28"/>
        </w:rPr>
        <w:t xml:space="preserve">Recording Adjustments and Extending Account Balances on a Work </w:t>
      </w:r>
      <w:proofErr w:type="gramStart"/>
      <w:r w:rsidR="00232875">
        <w:rPr>
          <w:b/>
          <w:sz w:val="28"/>
        </w:rPr>
        <w:t>Sheet</w:t>
      </w:r>
      <w:proofErr w:type="gramEnd"/>
      <w:r w:rsidR="00BF030A" w:rsidRPr="008E7944">
        <w:rPr>
          <w:sz w:val="28"/>
        </w:rPr>
        <w:br/>
        <w:t xml:space="preserve">(ex. </w:t>
      </w:r>
      <w:r w:rsidR="00232875">
        <w:rPr>
          <w:sz w:val="28"/>
        </w:rPr>
        <w:t>Advertising expense</w:t>
      </w:r>
      <w:bookmarkStart w:id="0" w:name="_GoBack"/>
      <w:bookmarkEnd w:id="0"/>
      <w:r w:rsidR="00232875">
        <w:rPr>
          <w:sz w:val="28"/>
        </w:rPr>
        <w:t>…. Income statement debit)</w:t>
      </w:r>
      <w:r w:rsidR="00232875">
        <w:rPr>
          <w:sz w:val="28"/>
        </w:rPr>
        <w:br/>
        <w:t>(for each account determine in which work sheet column(s) an amount typically will be written)</w:t>
      </w:r>
    </w:p>
    <w:p w:rsidR="00D50DD9" w:rsidRPr="004F5B1B" w:rsidRDefault="00232875" w:rsidP="004F5B1B">
      <w:pPr>
        <w:numPr>
          <w:ilvl w:val="0"/>
          <w:numId w:val="4"/>
        </w:numPr>
        <w:rPr>
          <w:sz w:val="28"/>
        </w:rPr>
      </w:pPr>
      <w:r>
        <w:rPr>
          <w:b/>
          <w:sz w:val="28"/>
        </w:rPr>
        <w:t xml:space="preserve">Identifying Accounting Practices Related to a Work </w:t>
      </w:r>
      <w:proofErr w:type="gramStart"/>
      <w:r>
        <w:rPr>
          <w:b/>
          <w:sz w:val="28"/>
        </w:rPr>
        <w:t>Sheet</w:t>
      </w:r>
      <w:proofErr w:type="gramEnd"/>
      <w:r w:rsidR="00685DF2">
        <w:rPr>
          <w:b/>
          <w:sz w:val="28"/>
        </w:rPr>
        <w:br/>
      </w:r>
      <w:r w:rsidRPr="00232875">
        <w:rPr>
          <w:sz w:val="28"/>
        </w:rPr>
        <w:t>(ex On July 31 the company has a cash debit balance because</w:t>
      </w:r>
      <w:r>
        <w:rPr>
          <w:sz w:val="28"/>
        </w:rPr>
        <w:t>…. The account’s debits are greater than its credits)</w:t>
      </w:r>
    </w:p>
    <w:p w:rsidR="00D50DD9" w:rsidRPr="00D50DD9" w:rsidRDefault="00D50DD9" w:rsidP="00D50DD9">
      <w:pPr>
        <w:numPr>
          <w:ilvl w:val="0"/>
          <w:numId w:val="4"/>
        </w:numPr>
        <w:rPr>
          <w:sz w:val="28"/>
        </w:rPr>
      </w:pPr>
      <w:r w:rsidRPr="00D50DD9">
        <w:rPr>
          <w:b/>
          <w:sz w:val="28"/>
          <w:highlight w:val="yellow"/>
        </w:rPr>
        <w:t>Problem: Completing a Work Sheet</w:t>
      </w:r>
      <w:r>
        <w:rPr>
          <w:sz w:val="28"/>
        </w:rPr>
        <w:br/>
        <w:t>-prepare the heading, trial balance, adjustments, income statement, balance sheet columns</w:t>
      </w:r>
    </w:p>
    <w:p w:rsidR="005F1320" w:rsidRDefault="005F1320" w:rsidP="005F1320">
      <w:pPr>
        <w:rPr>
          <w:sz w:val="28"/>
        </w:rPr>
      </w:pPr>
    </w:p>
    <w:p w:rsidR="004F5A24" w:rsidRPr="005F1320" w:rsidRDefault="004F5A24" w:rsidP="005F1320">
      <w:pPr>
        <w:rPr>
          <w:sz w:val="28"/>
        </w:rPr>
      </w:pPr>
      <w:r>
        <w:rPr>
          <w:sz w:val="28"/>
        </w:rPr>
        <w:t>If you have any questions</w:t>
      </w:r>
      <w:r w:rsidR="00BF030A">
        <w:rPr>
          <w:sz w:val="28"/>
        </w:rPr>
        <w:t>,</w:t>
      </w:r>
      <w:r>
        <w:rPr>
          <w:sz w:val="28"/>
        </w:rPr>
        <w:t xml:space="preserve"> email me: </w:t>
      </w:r>
      <w:hyperlink r:id="rId5" w:history="1">
        <w:r w:rsidRPr="004F5A24">
          <w:rPr>
            <w:rStyle w:val="Hyperlink"/>
            <w:sz w:val="48"/>
          </w:rPr>
          <w:t>amy.mcfarlen@pvsd.ca</w:t>
        </w:r>
      </w:hyperlink>
      <w:r w:rsidRPr="004F5A24">
        <w:rPr>
          <w:sz w:val="48"/>
        </w:rPr>
        <w:t xml:space="preserve"> </w:t>
      </w:r>
    </w:p>
    <w:sectPr w:rsidR="004F5A24" w:rsidRPr="005F1320" w:rsidSect="00714C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41034"/>
    <w:multiLevelType w:val="hybridMultilevel"/>
    <w:tmpl w:val="8612BF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2E6987"/>
    <w:multiLevelType w:val="hybridMultilevel"/>
    <w:tmpl w:val="DDBE5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8D4084"/>
    <w:multiLevelType w:val="hybridMultilevel"/>
    <w:tmpl w:val="6400B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C029DE"/>
    <w:multiLevelType w:val="hybridMultilevel"/>
    <w:tmpl w:val="63261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F1320"/>
    <w:rsid w:val="00137F17"/>
    <w:rsid w:val="00156804"/>
    <w:rsid w:val="00211DA3"/>
    <w:rsid w:val="00232875"/>
    <w:rsid w:val="00334CA1"/>
    <w:rsid w:val="004F5A24"/>
    <w:rsid w:val="004F5B1B"/>
    <w:rsid w:val="005515CD"/>
    <w:rsid w:val="005F1320"/>
    <w:rsid w:val="00634EEF"/>
    <w:rsid w:val="0064476E"/>
    <w:rsid w:val="00685DF2"/>
    <w:rsid w:val="006B7EFC"/>
    <w:rsid w:val="00714C96"/>
    <w:rsid w:val="00821AE3"/>
    <w:rsid w:val="00870142"/>
    <w:rsid w:val="008E7944"/>
    <w:rsid w:val="00A57982"/>
    <w:rsid w:val="00BF030A"/>
    <w:rsid w:val="00C02C69"/>
    <w:rsid w:val="00D50DD9"/>
    <w:rsid w:val="00DB1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5D0E713-A30F-475D-AA26-F86F10218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4C9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132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F5A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my.mcfarlen@pvsd.c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F5B18B7D.dotm</Template>
  <TotalTime>123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Valley School Division</Company>
  <LinksUpToDate>false</LinksUpToDate>
  <CharactersWithSpaces>811</CharactersWithSpaces>
  <SharedDoc>false</SharedDoc>
  <HLinks>
    <vt:vector size="6" baseType="variant">
      <vt:variant>
        <vt:i4>5701668</vt:i4>
      </vt:variant>
      <vt:variant>
        <vt:i4>0</vt:i4>
      </vt:variant>
      <vt:variant>
        <vt:i4>0</vt:i4>
      </vt:variant>
      <vt:variant>
        <vt:i4>5</vt:i4>
      </vt:variant>
      <vt:variant>
        <vt:lpwstr>mailto:amy.mcfarlen@pvsd.ca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amy.mcfarlen</dc:creator>
  <cp:keywords/>
  <dc:description/>
  <cp:lastModifiedBy>Amy Mcfarlen</cp:lastModifiedBy>
  <cp:revision>5</cp:revision>
  <dcterms:created xsi:type="dcterms:W3CDTF">2012-11-13T15:25:00Z</dcterms:created>
  <dcterms:modified xsi:type="dcterms:W3CDTF">2016-11-23T15:55:00Z</dcterms:modified>
</cp:coreProperties>
</file>